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510" w:rsidRPr="007F6906" w:rsidRDefault="00E6197C">
      <w:pPr>
        <w:rPr>
          <w:rFonts w:ascii="HG丸ｺﾞｼｯｸM-PRO" w:eastAsia="HG丸ｺﾞｼｯｸM-PRO" w:hAnsi="HG丸ｺﾞｼｯｸM-PRO"/>
          <w:sz w:val="32"/>
        </w:rPr>
      </w:pPr>
      <w:r w:rsidRPr="007F6906">
        <w:rPr>
          <w:rFonts w:ascii="ＭＳ Ｐゴシック" w:eastAsia="ＭＳ Ｐゴシック" w:hAnsi="ＭＳ Ｐゴシック" w:cs="ＭＳ Ｐゴシック"/>
          <w:noProof/>
          <w:kern w:val="0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-281940</wp:posOffset>
                </wp:positionV>
                <wp:extent cx="1511300" cy="349250"/>
                <wp:effectExtent l="0" t="0" r="127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197C" w:rsidRPr="007F6906" w:rsidRDefault="00E6197C" w:rsidP="00E6197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F690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小学校１年　算数</w:t>
                            </w:r>
                            <w:r w:rsidR="007F690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7.8pt;margin-top:-22.2pt;width:119pt;height:27.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" fillcolor="white [3201]" strokeweight=".5pt">
                <v:textbox>
                  <w:txbxContent>
                    <w:p w:rsidR="00E6197C" w:rsidRPr="007F6906" w:rsidRDefault="00E6197C" w:rsidP="00E6197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F6906">
                        <w:rPr>
                          <w:rFonts w:ascii="HG丸ｺﾞｼｯｸM-PRO" w:eastAsia="HG丸ｺﾞｼｯｸM-PRO" w:hAnsi="HG丸ｺﾞｼｯｸM-PRO" w:hint="eastAsia"/>
                        </w:rPr>
                        <w:t>小学校１年　算数</w:t>
                      </w:r>
                      <w:r w:rsidR="007F6906">
                        <w:rPr>
                          <w:rFonts w:ascii="HG丸ｺﾞｼｯｸM-PRO" w:eastAsia="HG丸ｺﾞｼｯｸM-PRO" w:hAnsi="HG丸ｺﾞｼｯｸM-PRO" w:hint="eastAsia"/>
                        </w:rPr>
                        <w:t>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5F6F" w:rsidRPr="007F6906">
        <w:rPr>
          <w:rFonts w:ascii="HG丸ｺﾞｼｯｸM-PRO" w:eastAsia="HG丸ｺﾞｼｯｸM-PRO" w:hAnsi="HG丸ｺﾞｼｯｸM-PRO" w:hint="eastAsia"/>
          <w:sz w:val="32"/>
        </w:rPr>
        <w:t>１年　さんすう　「どきどき　がっこう</w:t>
      </w:r>
      <w:r w:rsidR="00F77396" w:rsidRPr="007F6906">
        <w:rPr>
          <w:rFonts w:ascii="HG丸ｺﾞｼｯｸM-PRO" w:eastAsia="HG丸ｺﾞｼｯｸM-PRO" w:hAnsi="HG丸ｺﾞｼｯｸM-PRO" w:hint="eastAsia"/>
          <w:sz w:val="32"/>
        </w:rPr>
        <w:t>」</w:t>
      </w:r>
      <w:r w:rsidR="00511521" w:rsidRPr="007F6906">
        <w:rPr>
          <w:rFonts w:ascii="HG丸ｺﾞｼｯｸM-PRO" w:eastAsia="HG丸ｺﾞｼｯｸM-PRO" w:hAnsi="HG丸ｺﾞｼｯｸM-PRO" w:hint="eastAsia"/>
          <w:sz w:val="32"/>
        </w:rPr>
        <w:t xml:space="preserve">　　　</w:t>
      </w:r>
      <w:r w:rsidR="00985823">
        <w:rPr>
          <w:rFonts w:ascii="HG丸ｺﾞｼｯｸM-PRO" w:eastAsia="HG丸ｺﾞｼｯｸM-PRO" w:hAnsi="HG丸ｺﾞｼｯｸM-PRO" w:hint="eastAsia"/>
          <w:sz w:val="32"/>
        </w:rPr>
        <w:t xml:space="preserve">　</w:t>
      </w:r>
      <w:r w:rsidR="00D04510" w:rsidRPr="007F6906">
        <w:rPr>
          <w:rFonts w:ascii="HG丸ｺﾞｼｯｸM-PRO" w:eastAsia="HG丸ｺﾞｼｯｸM-PRO" w:hAnsi="HG丸ｺﾞｼｯｸM-PRO" w:hint="eastAsia"/>
          <w:sz w:val="32"/>
        </w:rPr>
        <w:t>月</w:t>
      </w:r>
      <w:r w:rsidR="00985823">
        <w:rPr>
          <w:rFonts w:ascii="HG丸ｺﾞｼｯｸM-PRO" w:eastAsia="HG丸ｺﾞｼｯｸM-PRO" w:hAnsi="HG丸ｺﾞｼｯｸM-PRO" w:hint="eastAsia"/>
          <w:sz w:val="32"/>
        </w:rPr>
        <w:t xml:space="preserve">　　</w:t>
      </w:r>
      <w:r w:rsidR="00D04510" w:rsidRPr="007F6906">
        <w:rPr>
          <w:rFonts w:ascii="HG丸ｺﾞｼｯｸM-PRO" w:eastAsia="HG丸ｺﾞｼｯｸM-PRO" w:hAnsi="HG丸ｺﾞｼｯｸM-PRO" w:hint="eastAsia"/>
          <w:sz w:val="32"/>
        </w:rPr>
        <w:t>日（</w:t>
      </w:r>
      <w:r w:rsidR="00985823">
        <w:rPr>
          <w:rFonts w:ascii="HG丸ｺﾞｼｯｸM-PRO" w:eastAsia="HG丸ｺﾞｼｯｸM-PRO" w:hAnsi="HG丸ｺﾞｼｯｸM-PRO" w:hint="eastAsia"/>
          <w:sz w:val="32"/>
        </w:rPr>
        <w:t xml:space="preserve">　　</w:t>
      </w:r>
      <w:bookmarkStart w:id="0" w:name="_GoBack"/>
      <w:bookmarkEnd w:id="0"/>
      <w:r w:rsidR="00D04510" w:rsidRPr="007F6906">
        <w:rPr>
          <w:rFonts w:ascii="HG丸ｺﾞｼｯｸM-PRO" w:eastAsia="HG丸ｺﾞｼｯｸM-PRO" w:hAnsi="HG丸ｺﾞｼｯｸM-PRO" w:hint="eastAsia"/>
          <w:sz w:val="32"/>
        </w:rPr>
        <w:t>）</w:t>
      </w:r>
    </w:p>
    <w:p w:rsidR="007F6906" w:rsidRDefault="007F6906" w:rsidP="0031783F">
      <w:pPr>
        <w:rPr>
          <w:rFonts w:ascii="HG丸ｺﾞｼｯｸM-PRO" w:eastAsia="HG丸ｺﾞｼｯｸM-PRO" w:hAnsi="HG丸ｺﾞｼｯｸM-PRO"/>
          <w:sz w:val="36"/>
        </w:rPr>
      </w:pPr>
    </w:p>
    <w:p w:rsidR="00D04510" w:rsidRPr="007F6906" w:rsidRDefault="00F65F6F" w:rsidP="0031783F">
      <w:pPr>
        <w:rPr>
          <w:rFonts w:ascii="HG丸ｺﾞｼｯｸM-PRO" w:eastAsia="HG丸ｺﾞｼｯｸM-PRO" w:hAnsi="HG丸ｺﾞｼｯｸM-PRO"/>
          <w:sz w:val="36"/>
        </w:rPr>
      </w:pPr>
      <w:r w:rsidRPr="007F6906">
        <w:rPr>
          <w:rFonts w:ascii="HG丸ｺﾞｼｯｸM-PRO" w:eastAsia="HG丸ｺﾞｼｯｸM-PRO" w:hAnsi="HG丸ｺﾞｼｯｸM-PRO" w:hint="eastAsia"/>
          <w:sz w:val="36"/>
        </w:rPr>
        <w:t>きょうかしょ</w:t>
      </w:r>
      <w:r w:rsidR="008B5AB1" w:rsidRPr="007F6906">
        <w:rPr>
          <w:rFonts w:ascii="HG丸ｺﾞｼｯｸM-PRO" w:eastAsia="HG丸ｺﾞｼｯｸM-PRO" w:hAnsi="HG丸ｺﾞｼｯｸM-PRO" w:hint="eastAsia"/>
          <w:sz w:val="36"/>
        </w:rPr>
        <w:t xml:space="preserve">の　</w:t>
      </w:r>
      <w:r w:rsidR="0031783F" w:rsidRPr="007F6906">
        <w:rPr>
          <w:rFonts w:ascii="HG丸ｺﾞｼｯｸM-PRO" w:eastAsia="HG丸ｺﾞｼｯｸM-PRO" w:hAnsi="HG丸ｺﾞｼｯｸM-PRO" w:hint="eastAsia"/>
          <w:sz w:val="36"/>
        </w:rPr>
        <w:t>２</w:t>
      </w:r>
      <w:r w:rsidRPr="007F6906">
        <w:rPr>
          <w:rFonts w:ascii="HG丸ｺﾞｼｯｸM-PRO" w:eastAsia="HG丸ｺﾞｼｯｸM-PRO" w:hAnsi="HG丸ｺﾞｼｯｸM-PRO" w:hint="eastAsia"/>
          <w:sz w:val="36"/>
        </w:rPr>
        <w:t>ページと</w:t>
      </w:r>
      <w:r w:rsidR="0031783F" w:rsidRPr="007F6906">
        <w:rPr>
          <w:rFonts w:ascii="HG丸ｺﾞｼｯｸM-PRO" w:eastAsia="HG丸ｺﾞｼｯｸM-PRO" w:hAnsi="HG丸ｺﾞｼｯｸM-PRO" w:hint="eastAsia"/>
          <w:sz w:val="36"/>
        </w:rPr>
        <w:t>３</w:t>
      </w:r>
      <w:r w:rsidRPr="007F6906">
        <w:rPr>
          <w:rFonts w:ascii="HG丸ｺﾞｼｯｸM-PRO" w:eastAsia="HG丸ｺﾞｼｯｸM-PRO" w:hAnsi="HG丸ｺﾞｼｯｸM-PRO" w:hint="eastAsia"/>
          <w:sz w:val="36"/>
        </w:rPr>
        <w:t>ページを</w:t>
      </w:r>
      <w:r w:rsidR="0031783F" w:rsidRPr="007F6906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Pr="007F6906">
        <w:rPr>
          <w:rFonts w:ascii="HG丸ｺﾞｼｯｸM-PRO" w:eastAsia="HG丸ｺﾞｼｯｸM-PRO" w:hAnsi="HG丸ｺﾞｼｯｸM-PRO" w:hint="eastAsia"/>
          <w:sz w:val="36"/>
        </w:rPr>
        <w:t>み</w:t>
      </w:r>
      <w:r w:rsidR="008B5AB1" w:rsidRPr="007F6906">
        <w:rPr>
          <w:rFonts w:ascii="HG丸ｺﾞｼｯｸM-PRO" w:eastAsia="HG丸ｺﾞｼｯｸM-PRO" w:hAnsi="HG丸ｺﾞｼｯｸM-PRO" w:hint="eastAsia"/>
          <w:sz w:val="36"/>
        </w:rPr>
        <w:t xml:space="preserve">て　</w:t>
      </w:r>
      <w:r w:rsidRPr="007F6906">
        <w:rPr>
          <w:rFonts w:ascii="HG丸ｺﾞｼｯｸM-PRO" w:eastAsia="HG丸ｺﾞｼｯｸM-PRO" w:hAnsi="HG丸ｺﾞｼｯｸM-PRO" w:hint="eastAsia"/>
          <w:sz w:val="36"/>
        </w:rPr>
        <w:t>こたえましょう。</w:t>
      </w:r>
    </w:p>
    <w:p w:rsidR="007408FF" w:rsidRDefault="007408FF">
      <w:pPr>
        <w:rPr>
          <w:rFonts w:ascii="HG丸ｺﾞｼｯｸM-PRO" w:eastAsia="HG丸ｺﾞｼｯｸM-PRO" w:hAnsi="HG丸ｺﾞｼｯｸM-PRO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AC92B9" wp14:editId="1285A0DF">
                <wp:simplePos x="0" y="0"/>
                <wp:positionH relativeFrom="column">
                  <wp:posOffset>-158115</wp:posOffset>
                </wp:positionH>
                <wp:positionV relativeFrom="paragraph">
                  <wp:posOffset>146686</wp:posOffset>
                </wp:positionV>
                <wp:extent cx="5562600" cy="552450"/>
                <wp:effectExtent l="0" t="0" r="19050" b="1905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5524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408FF" w:rsidRPr="008C2E05" w:rsidRDefault="007408FF" w:rsidP="007408F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 xml:space="preserve">おなじ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なまえの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 xml:space="preserve">　なかまを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おおきな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 xml:space="preserve">　〇で　かこみましょう。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AC92B9" id="角丸四角形 17" o:spid="_x0000_s1027" style="position:absolute;left:0;text-align:left;margin-left:-12.45pt;margin-top:11.55pt;width:438pt;height:4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" filled="f" strokecolor="windowText" strokeweight="1pt">
                <v:stroke joinstyle="miter"/>
                <v:textbox>
                  <w:txbxContent>
                    <w:p w:rsidR="007408FF" w:rsidRPr="008C2E05" w:rsidRDefault="007408FF" w:rsidP="007408FF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 xml:space="preserve">おなじ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なまえの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 xml:space="preserve">　なかまを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おおきな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 xml:space="preserve">　〇で　かこみましょう。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751068" w:rsidRDefault="00751068">
      <w:pPr>
        <w:rPr>
          <w:rFonts w:ascii="HG丸ｺﾞｼｯｸM-PRO" w:eastAsia="HG丸ｺﾞｼｯｸM-PRO" w:hAnsi="HG丸ｺﾞｼｯｸM-PRO"/>
        </w:rPr>
      </w:pPr>
    </w:p>
    <w:p w:rsidR="00751068" w:rsidRDefault="007F6906">
      <w:pPr>
        <w:rPr>
          <w:rFonts w:ascii="HG丸ｺﾞｼｯｸM-PRO" w:eastAsia="HG丸ｺﾞｼｯｸM-PRO" w:hAnsi="HG丸ｺﾞｼｯｸM-PRO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95885</wp:posOffset>
                </wp:positionV>
                <wp:extent cx="5562600" cy="57150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4510" w:rsidRPr="008C2E05" w:rsidRDefault="008B5AB1" w:rsidP="008B5AB1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つぎの</w:t>
                            </w:r>
                            <w:r w:rsidR="007408F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もの</w:t>
                            </w:r>
                            <w:r w:rsidR="007408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 xml:space="preserve">　</w:t>
                            </w:r>
                            <w:r w:rsidR="007408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いくつあるか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 xml:space="preserve">　</w:t>
                            </w:r>
                            <w:r w:rsidR="007408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こえにだして</w:t>
                            </w:r>
                            <w:r w:rsidR="007408F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かぞえましょう。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8" style="position:absolute;left:0;text-align:left;margin-left:-12.45pt;margin-top:7.55pt;width:438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" filled="f" strokecolor="black [3213]" strokeweight="1pt">
                <v:stroke joinstyle="miter"/>
                <v:textbox>
                  <w:txbxContent>
                    <w:p w:rsidR="00D04510" w:rsidRPr="008C2E05" w:rsidRDefault="008B5AB1" w:rsidP="008B5AB1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つぎの</w:t>
                      </w:r>
                      <w:r w:rsidR="007408F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もの</w:t>
                      </w:r>
                      <w:r w:rsidR="007408F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 xml:space="preserve">　</w:t>
                      </w:r>
                      <w:r w:rsidR="007408F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いくつあるか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 xml:space="preserve">　</w:t>
                      </w:r>
                      <w:r w:rsidR="007408F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こえにだして</w:t>
                      </w:r>
                      <w:r w:rsidR="007408F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かぞえましょう。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1068" w:rsidRDefault="00751068">
      <w:pPr>
        <w:rPr>
          <w:rFonts w:ascii="HG丸ｺﾞｼｯｸM-PRO" w:eastAsia="HG丸ｺﾞｼｯｸM-PRO" w:hAnsi="HG丸ｺﾞｼｯｸM-PRO"/>
        </w:rPr>
      </w:pP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FD7A69" w:rsidRPr="007F6906" w:rsidRDefault="00C76F6D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>①　たんぽぽは　いくつある</w:t>
      </w:r>
      <w:r w:rsidR="008B5AB1" w:rsidRPr="007F6906">
        <w:rPr>
          <w:rFonts w:ascii="HG丸ｺﾞｼｯｸM-PRO" w:eastAsia="HG丸ｺﾞｼｯｸM-PRO" w:hAnsi="HG丸ｺﾞｼｯｸM-PRO" w:hint="eastAsia"/>
          <w:sz w:val="40"/>
        </w:rPr>
        <w:t>か</w:t>
      </w:r>
      <w:r w:rsidR="007408FF" w:rsidRPr="007F6906">
        <w:rPr>
          <w:rFonts w:ascii="HG丸ｺﾞｼｯｸM-PRO" w:eastAsia="HG丸ｺﾞｼｯｸM-PRO" w:hAnsi="HG丸ｺﾞｼｯｸM-PRO" w:hint="eastAsia"/>
          <w:sz w:val="40"/>
        </w:rPr>
        <w:t>な</w:t>
      </w:r>
      <w:r w:rsidR="008B5AB1" w:rsidRPr="007F6906">
        <w:rPr>
          <w:rFonts w:ascii="HG丸ｺﾞｼｯｸM-PRO" w:eastAsia="HG丸ｺﾞｼｯｸM-PRO" w:hAnsi="HG丸ｺﾞｼｯｸM-PRO" w:hint="eastAsia"/>
          <w:sz w:val="40"/>
        </w:rPr>
        <w:t>。</w:t>
      </w:r>
    </w:p>
    <w:p w:rsidR="00FD7A69" w:rsidRPr="007F6906" w:rsidRDefault="00FD7A69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</w:p>
    <w:p w:rsidR="00FD7A69" w:rsidRPr="007F6906" w:rsidRDefault="00CD2675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>②　ツクシは　なんほん</w:t>
      </w:r>
      <w:r w:rsidR="008B5AB1" w:rsidRPr="007F6906">
        <w:rPr>
          <w:rFonts w:ascii="HG丸ｺﾞｼｯｸM-PRO" w:eastAsia="HG丸ｺﾞｼｯｸM-PRO" w:hAnsi="HG丸ｺﾞｼｯｸM-PRO" w:hint="eastAsia"/>
          <w:sz w:val="40"/>
        </w:rPr>
        <w:t xml:space="preserve">　はえてい</w:t>
      </w:r>
      <w:r w:rsidR="007408FF" w:rsidRPr="007F6906">
        <w:rPr>
          <w:rFonts w:ascii="HG丸ｺﾞｼｯｸM-PRO" w:eastAsia="HG丸ｺﾞｼｯｸM-PRO" w:hAnsi="HG丸ｺﾞｼｯｸM-PRO" w:hint="eastAsia"/>
          <w:sz w:val="40"/>
        </w:rPr>
        <w:t>るかな</w:t>
      </w:r>
      <w:r w:rsidR="008B5AB1" w:rsidRPr="007F6906">
        <w:rPr>
          <w:rFonts w:ascii="HG丸ｺﾞｼｯｸM-PRO" w:eastAsia="HG丸ｺﾞｼｯｸM-PRO" w:hAnsi="HG丸ｺﾞｼｯｸM-PRO" w:hint="eastAsia"/>
          <w:sz w:val="40"/>
        </w:rPr>
        <w:t>。</w:t>
      </w:r>
    </w:p>
    <w:p w:rsidR="008B5AB1" w:rsidRPr="007F6906" w:rsidRDefault="008B5AB1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</w:p>
    <w:p w:rsidR="008B5AB1" w:rsidRPr="007F6906" w:rsidRDefault="00533C8D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 xml:space="preserve">③　さかなは　なんひき　</w:t>
      </w:r>
      <w:r w:rsidR="008B5AB1" w:rsidRPr="007F6906">
        <w:rPr>
          <w:rFonts w:ascii="HG丸ｺﾞｼｯｸM-PRO" w:eastAsia="HG丸ｺﾞｼｯｸM-PRO" w:hAnsi="HG丸ｺﾞｼｯｸM-PRO" w:hint="eastAsia"/>
          <w:sz w:val="40"/>
        </w:rPr>
        <w:t>い</w:t>
      </w:r>
      <w:r w:rsidR="007408FF" w:rsidRPr="007F6906">
        <w:rPr>
          <w:rFonts w:ascii="HG丸ｺﾞｼｯｸM-PRO" w:eastAsia="HG丸ｺﾞｼｯｸM-PRO" w:hAnsi="HG丸ｺﾞｼｯｸM-PRO" w:hint="eastAsia"/>
          <w:sz w:val="40"/>
        </w:rPr>
        <w:t>るかな</w:t>
      </w:r>
      <w:r w:rsidR="008B5AB1" w:rsidRPr="007F6906">
        <w:rPr>
          <w:rFonts w:ascii="HG丸ｺﾞｼｯｸM-PRO" w:eastAsia="HG丸ｺﾞｼｯｸM-PRO" w:hAnsi="HG丸ｺﾞｼｯｸM-PRO" w:hint="eastAsia"/>
          <w:sz w:val="40"/>
        </w:rPr>
        <w:t>。</w:t>
      </w:r>
    </w:p>
    <w:p w:rsidR="007408FF" w:rsidRPr="007F6906" w:rsidRDefault="007408FF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</w:p>
    <w:p w:rsidR="00CA08B9" w:rsidRPr="007F6906" w:rsidRDefault="00B1272A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>④　きは　なん</w:t>
      </w:r>
      <w:r w:rsidR="00533C8D" w:rsidRPr="007F6906">
        <w:rPr>
          <w:rFonts w:ascii="HG丸ｺﾞｼｯｸM-PRO" w:eastAsia="HG丸ｺﾞｼｯｸM-PRO" w:hAnsi="HG丸ｺﾞｼｯｸM-PRO" w:hint="eastAsia"/>
          <w:sz w:val="40"/>
        </w:rPr>
        <w:t>ほ</w:t>
      </w:r>
      <w:r w:rsidRPr="007F6906">
        <w:rPr>
          <w:rFonts w:ascii="HG丸ｺﾞｼｯｸM-PRO" w:eastAsia="HG丸ｺﾞｼｯｸM-PRO" w:hAnsi="HG丸ｺﾞｼｯｸM-PRO" w:hint="eastAsia"/>
          <w:sz w:val="40"/>
        </w:rPr>
        <w:t>ん　あるかな。</w:t>
      </w:r>
    </w:p>
    <w:p w:rsidR="00191248" w:rsidRPr="007F6906" w:rsidRDefault="00191248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</w:p>
    <w:p w:rsidR="00191248" w:rsidRPr="007F6906" w:rsidRDefault="00191248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 xml:space="preserve">⑤　</w:t>
      </w:r>
      <w:r w:rsidR="00533C8D" w:rsidRPr="007F6906">
        <w:rPr>
          <w:rFonts w:ascii="HG丸ｺﾞｼｯｸM-PRO" w:eastAsia="HG丸ｺﾞｼｯｸM-PRO" w:hAnsi="HG丸ｺﾞｼｯｸM-PRO" w:hint="eastAsia"/>
          <w:sz w:val="40"/>
        </w:rPr>
        <w:t>かめ</w:t>
      </w:r>
      <w:r w:rsidRPr="007F6906">
        <w:rPr>
          <w:rFonts w:ascii="HG丸ｺﾞｼｯｸM-PRO" w:eastAsia="HG丸ｺﾞｼｯｸM-PRO" w:hAnsi="HG丸ｺﾞｼｯｸM-PRO" w:hint="eastAsia"/>
          <w:sz w:val="40"/>
        </w:rPr>
        <w:t>は　なん</w:t>
      </w:r>
      <w:r w:rsidR="00533C8D" w:rsidRPr="007F6906">
        <w:rPr>
          <w:rFonts w:ascii="HG丸ｺﾞｼｯｸM-PRO" w:eastAsia="HG丸ｺﾞｼｯｸM-PRO" w:hAnsi="HG丸ｺﾞｼｯｸM-PRO" w:hint="eastAsia"/>
          <w:sz w:val="40"/>
        </w:rPr>
        <w:t>ひき</w:t>
      </w:r>
      <w:r w:rsidRPr="007F6906">
        <w:rPr>
          <w:rFonts w:ascii="HG丸ｺﾞｼｯｸM-PRO" w:eastAsia="HG丸ｺﾞｼｯｸM-PRO" w:hAnsi="HG丸ｺﾞｼｯｸM-PRO" w:hint="eastAsia"/>
          <w:sz w:val="40"/>
        </w:rPr>
        <w:t xml:space="preserve">　</w:t>
      </w:r>
      <w:r w:rsidR="0089066E" w:rsidRPr="007F6906">
        <w:rPr>
          <w:rFonts w:ascii="HG丸ｺﾞｼｯｸM-PRO" w:eastAsia="HG丸ｺﾞｼｯｸM-PRO" w:hAnsi="HG丸ｺﾞｼｯｸM-PRO" w:hint="eastAsia"/>
          <w:sz w:val="40"/>
        </w:rPr>
        <w:t>いるかな</w:t>
      </w:r>
      <w:r w:rsidRPr="007F6906">
        <w:rPr>
          <w:rFonts w:ascii="HG丸ｺﾞｼｯｸM-PRO" w:eastAsia="HG丸ｺﾞｼｯｸM-PRO" w:hAnsi="HG丸ｺﾞｼｯｸM-PRO" w:hint="eastAsia"/>
          <w:sz w:val="40"/>
        </w:rPr>
        <w:t>。</w:t>
      </w:r>
    </w:p>
    <w:p w:rsidR="00191248" w:rsidRPr="007F6906" w:rsidRDefault="00191248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</w:p>
    <w:p w:rsidR="00191248" w:rsidRPr="007F6906" w:rsidRDefault="00191248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>⑥　とりは　なんわ　いるかな。</w:t>
      </w:r>
    </w:p>
    <w:p w:rsidR="00191248" w:rsidRPr="007F6906" w:rsidRDefault="00191248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</w:p>
    <w:p w:rsidR="00191248" w:rsidRPr="007F6906" w:rsidRDefault="00191248" w:rsidP="00FD7A69">
      <w:pPr>
        <w:spacing w:line="0" w:lineRule="atLeast"/>
        <w:rPr>
          <w:rFonts w:ascii="HG丸ｺﾞｼｯｸM-PRO" w:eastAsia="HG丸ｺﾞｼｯｸM-PRO" w:hAnsi="HG丸ｺﾞｼｯｸM-PRO"/>
          <w:sz w:val="40"/>
        </w:rPr>
      </w:pPr>
      <w:r w:rsidRPr="007F6906">
        <w:rPr>
          <w:rFonts w:ascii="HG丸ｺﾞｼｯｸM-PRO" w:eastAsia="HG丸ｺﾞｼｯｸM-PRO" w:hAnsi="HG丸ｺﾞｼｯｸM-PRO" w:hint="eastAsia"/>
          <w:sz w:val="40"/>
        </w:rPr>
        <w:t>⑦</w:t>
      </w:r>
      <w:r w:rsidR="006A1B0E" w:rsidRPr="007F6906">
        <w:rPr>
          <w:rFonts w:ascii="HG丸ｺﾞｼｯｸM-PRO" w:eastAsia="HG丸ｺﾞｼｯｸM-PRO" w:hAnsi="HG丸ｺﾞｼｯｸM-PRO" w:hint="eastAsia"/>
          <w:sz w:val="40"/>
        </w:rPr>
        <w:t xml:space="preserve">　</w:t>
      </w:r>
      <w:r w:rsidR="00751068" w:rsidRPr="007F6906">
        <w:rPr>
          <w:rFonts w:ascii="HG丸ｺﾞｼｯｸM-PRO" w:eastAsia="HG丸ｺﾞｼｯｸM-PRO" w:hAnsi="HG丸ｺﾞｼｯｸM-PRO" w:hint="eastAsia"/>
          <w:sz w:val="40"/>
        </w:rPr>
        <w:t>ききゅうは　いくつあるかな。</w:t>
      </w:r>
    </w:p>
    <w:sectPr w:rsidR="00191248" w:rsidRPr="007F6906" w:rsidSect="00C451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7BF" w:rsidRDefault="002F07BF" w:rsidP="00F77396">
      <w:r>
        <w:separator/>
      </w:r>
    </w:p>
  </w:endnote>
  <w:endnote w:type="continuationSeparator" w:id="0">
    <w:p w:rsidR="002F07BF" w:rsidRDefault="002F07BF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7BF" w:rsidRDefault="002F07BF" w:rsidP="00F77396">
      <w:r>
        <w:separator/>
      </w:r>
    </w:p>
  </w:footnote>
  <w:footnote w:type="continuationSeparator" w:id="0">
    <w:p w:rsidR="002F07BF" w:rsidRDefault="002F07BF" w:rsidP="00F77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191248"/>
    <w:rsid w:val="002C5282"/>
    <w:rsid w:val="002F07BF"/>
    <w:rsid w:val="00310B35"/>
    <w:rsid w:val="0031783F"/>
    <w:rsid w:val="003A06AD"/>
    <w:rsid w:val="00511521"/>
    <w:rsid w:val="00533C8D"/>
    <w:rsid w:val="006A1B0E"/>
    <w:rsid w:val="006D61C2"/>
    <w:rsid w:val="007408FF"/>
    <w:rsid w:val="00751068"/>
    <w:rsid w:val="007F6906"/>
    <w:rsid w:val="008003B4"/>
    <w:rsid w:val="008453EB"/>
    <w:rsid w:val="0089066E"/>
    <w:rsid w:val="008B5AB1"/>
    <w:rsid w:val="008C2E05"/>
    <w:rsid w:val="00985823"/>
    <w:rsid w:val="00B1272A"/>
    <w:rsid w:val="00C4514F"/>
    <w:rsid w:val="00C62AF2"/>
    <w:rsid w:val="00C76F6D"/>
    <w:rsid w:val="00CA08B9"/>
    <w:rsid w:val="00CC6F6F"/>
    <w:rsid w:val="00CD2675"/>
    <w:rsid w:val="00D04510"/>
    <w:rsid w:val="00DB57A9"/>
    <w:rsid w:val="00E6197C"/>
    <w:rsid w:val="00ED7C28"/>
    <w:rsid w:val="00F65F6F"/>
    <w:rsid w:val="00F77396"/>
    <w:rsid w:val="00F82160"/>
    <w:rsid w:val="00F94B73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1D9973"/>
  <w15:chartTrackingRefBased/>
  <w15:docId w15:val="{F7E4643D-6766-40B1-9020-A9EC2BA4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0852C30-09BB-4598-9E6A-263FAF1B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EFB0F73C</Template>
  <TotalTime>60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20126046</cp:lastModifiedBy>
  <cp:revision>21</cp:revision>
  <cp:lastPrinted>2020-05-13T00:38:00Z</cp:lastPrinted>
  <dcterms:created xsi:type="dcterms:W3CDTF">2020-04-02T05:57:00Z</dcterms:created>
  <dcterms:modified xsi:type="dcterms:W3CDTF">2020-05-13T00:38:00Z</dcterms:modified>
</cp:coreProperties>
</file>